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1B" w:rsidRPr="007B0E54" w:rsidRDefault="00947329" w:rsidP="00E04E1B">
      <w:pPr>
        <w:jc w:val="center"/>
        <w:rPr>
          <w:sz w:val="28"/>
          <w:szCs w:val="28"/>
        </w:rPr>
      </w:pPr>
      <w:r w:rsidRPr="007B0E54">
        <w:rPr>
          <w:sz w:val="28"/>
          <w:szCs w:val="28"/>
        </w:rPr>
        <w:t xml:space="preserve">Psychology I </w:t>
      </w:r>
    </w:p>
    <w:p w:rsidR="0074762B" w:rsidRPr="007B0E54" w:rsidRDefault="00947329" w:rsidP="00E04E1B">
      <w:pPr>
        <w:jc w:val="center"/>
        <w:rPr>
          <w:sz w:val="28"/>
          <w:szCs w:val="28"/>
        </w:rPr>
      </w:pPr>
      <w:r w:rsidRPr="007B0E54">
        <w:rPr>
          <w:sz w:val="28"/>
          <w:szCs w:val="28"/>
        </w:rPr>
        <w:t>FINAL</w:t>
      </w:r>
    </w:p>
    <w:p w:rsidR="00947329" w:rsidRPr="007B0E54" w:rsidRDefault="00947329" w:rsidP="00E04E1B">
      <w:pPr>
        <w:jc w:val="center"/>
        <w:rPr>
          <w:sz w:val="28"/>
          <w:szCs w:val="28"/>
        </w:rPr>
      </w:pPr>
      <w:r w:rsidRPr="007B0E54">
        <w:rPr>
          <w:sz w:val="28"/>
          <w:szCs w:val="28"/>
        </w:rPr>
        <w:t>Study Guide</w:t>
      </w:r>
    </w:p>
    <w:p w:rsidR="00E04E1B" w:rsidRDefault="007B0E54" w:rsidP="00C4014B">
      <w:pPr>
        <w:jc w:val="center"/>
        <w:rPr>
          <w:sz w:val="28"/>
          <w:szCs w:val="28"/>
        </w:rPr>
      </w:pPr>
      <w:r>
        <w:rPr>
          <w:sz w:val="28"/>
          <w:szCs w:val="28"/>
        </w:rPr>
        <w:t>FALL 2011</w:t>
      </w:r>
    </w:p>
    <w:p w:rsidR="007B0E54" w:rsidRPr="007B0E54" w:rsidRDefault="007B0E54" w:rsidP="00C4014B">
      <w:pPr>
        <w:jc w:val="center"/>
        <w:rPr>
          <w:sz w:val="28"/>
          <w:szCs w:val="28"/>
        </w:rPr>
      </w:pPr>
    </w:p>
    <w:p w:rsidR="00947329" w:rsidRPr="007B0E54" w:rsidRDefault="00947329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t xml:space="preserve">Introduction to Psychology </w:t>
      </w:r>
      <w:r w:rsidR="001E05EF" w:rsidRPr="007B0E54">
        <w:rPr>
          <w:b/>
          <w:sz w:val="28"/>
          <w:szCs w:val="28"/>
        </w:rPr>
        <w:t xml:space="preserve">–History, Methodology </w:t>
      </w:r>
      <w:r w:rsidRPr="007B0E54">
        <w:rPr>
          <w:b/>
          <w:sz w:val="28"/>
          <w:szCs w:val="28"/>
        </w:rPr>
        <w:t>(1, 2)</w:t>
      </w:r>
    </w:p>
    <w:p w:rsidR="00947329" w:rsidRPr="007B0E54" w:rsidRDefault="00947329">
      <w:pPr>
        <w:rPr>
          <w:sz w:val="28"/>
          <w:szCs w:val="28"/>
        </w:rPr>
      </w:pPr>
      <w:r w:rsidRPr="007B0E54">
        <w:rPr>
          <w:sz w:val="28"/>
          <w:szCs w:val="28"/>
        </w:rPr>
        <w:t>What is Psychology?  How is research done?  What do psychologists do?</w:t>
      </w:r>
    </w:p>
    <w:p w:rsidR="007B0E54" w:rsidRDefault="00947329">
      <w:pPr>
        <w:rPr>
          <w:sz w:val="28"/>
          <w:szCs w:val="28"/>
        </w:rPr>
      </w:pPr>
      <w:r w:rsidRPr="007B0E54">
        <w:rPr>
          <w:sz w:val="28"/>
          <w:szCs w:val="28"/>
        </w:rPr>
        <w:t>cognitive/subjects/</w:t>
      </w:r>
      <w:r w:rsidR="001E05EF" w:rsidRPr="007B0E54">
        <w:rPr>
          <w:sz w:val="28"/>
          <w:szCs w:val="28"/>
        </w:rPr>
        <w:t>control/</w:t>
      </w:r>
      <w:r w:rsidRPr="007B0E54">
        <w:rPr>
          <w:sz w:val="28"/>
          <w:szCs w:val="28"/>
        </w:rPr>
        <w:t>group/placebo/behavior/variables/behavioral/</w:t>
      </w:r>
    </w:p>
    <w:p w:rsidR="009C5341" w:rsidRPr="007B0E54" w:rsidRDefault="00947329">
      <w:pPr>
        <w:rPr>
          <w:sz w:val="28"/>
          <w:szCs w:val="28"/>
        </w:rPr>
      </w:pPr>
      <w:r w:rsidRPr="007B0E54">
        <w:rPr>
          <w:sz w:val="28"/>
          <w:szCs w:val="28"/>
        </w:rPr>
        <w:t>hypothesis/psychoanalytic/</w:t>
      </w:r>
      <w:r w:rsidR="00830C20" w:rsidRPr="007B0E54">
        <w:rPr>
          <w:sz w:val="28"/>
          <w:szCs w:val="28"/>
        </w:rPr>
        <w:t xml:space="preserve">  </w:t>
      </w:r>
      <w:r w:rsidRPr="007B0E54">
        <w:rPr>
          <w:sz w:val="28"/>
          <w:szCs w:val="28"/>
        </w:rPr>
        <w:t>biological/learning/socio-cultural/evolutionary/correlation/case study/interview/laboratory/cross-sectional/survey/longitudinal/</w:t>
      </w:r>
    </w:p>
    <w:p w:rsidR="00947329" w:rsidRPr="007B0E54" w:rsidRDefault="001E05EF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t>Understanding the Body and Brain –Biology of the Brain, PNS, CNS, Glandular System (3)</w:t>
      </w:r>
    </w:p>
    <w:p w:rsidR="00830C20" w:rsidRPr="007B0E54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How does physiology influence behavior?  Does heredity determine our personal ties?</w:t>
      </w:r>
    </w:p>
    <w:p w:rsidR="009C5341" w:rsidRPr="007B0E54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Structure of the peripheral nervous and central nervous system/parts of the brain and what each part does/glandular-endocrine system</w:t>
      </w:r>
    </w:p>
    <w:p w:rsidR="001E05EF" w:rsidRPr="007B0E54" w:rsidRDefault="001E05EF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t>Sensation and Perception – Seven Senses, Perception (4)</w:t>
      </w:r>
    </w:p>
    <w:p w:rsidR="00830C20" w:rsidRPr="007B0E54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How are sensation and perception linked?  How does perception influence behavior?</w:t>
      </w:r>
    </w:p>
    <w:p w:rsidR="00830C20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Parts of the eye/parts of the ear/closure/shape constancy/proximity/similarity/continuity/monocular cues/binocular cues/sensory adaptation/absolute threshold/Gate theory/figure-ground/phantom pain/pain/depth perception/size constancy/</w:t>
      </w:r>
    </w:p>
    <w:p w:rsidR="007B0E54" w:rsidRPr="007B0E54" w:rsidRDefault="007B0E54">
      <w:pPr>
        <w:rPr>
          <w:sz w:val="28"/>
          <w:szCs w:val="28"/>
        </w:rPr>
      </w:pPr>
    </w:p>
    <w:p w:rsidR="001E05EF" w:rsidRPr="007B0E54" w:rsidRDefault="001E05EF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lastRenderedPageBreak/>
        <w:t>States of Consciousness –Stages of Sleep, Dreaming, Hypnosis, Meditation (5)</w:t>
      </w:r>
    </w:p>
    <w:p w:rsidR="00830C20" w:rsidRPr="007B0E54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How do states of consciousness vary?  How does the definition of addiction vary between cultures?</w:t>
      </w:r>
    </w:p>
    <w:p w:rsidR="00E04E1B" w:rsidRPr="007B0E54" w:rsidRDefault="00830C20">
      <w:pPr>
        <w:rPr>
          <w:sz w:val="28"/>
          <w:szCs w:val="28"/>
        </w:rPr>
      </w:pPr>
      <w:r w:rsidRPr="007B0E54">
        <w:rPr>
          <w:sz w:val="28"/>
          <w:szCs w:val="28"/>
        </w:rPr>
        <w:t>Levels of consciousness/altered states of consciousness/stages of sleep/sleep problems/</w:t>
      </w:r>
      <w:r w:rsidR="007A4D18" w:rsidRPr="007B0E54">
        <w:rPr>
          <w:sz w:val="28"/>
          <w:szCs w:val="28"/>
        </w:rPr>
        <w:t>reasons for sleeping/dreams-Freudian &amp; bio-psychological views/</w:t>
      </w:r>
      <w:r w:rsidRPr="007B0E54">
        <w:rPr>
          <w:sz w:val="28"/>
          <w:szCs w:val="28"/>
        </w:rPr>
        <w:t>biofeedback/</w:t>
      </w:r>
      <w:proofErr w:type="spellStart"/>
      <w:r w:rsidR="007A4D18" w:rsidRPr="007B0E54">
        <w:rPr>
          <w:sz w:val="28"/>
          <w:szCs w:val="28"/>
        </w:rPr>
        <w:t>parasomnia</w:t>
      </w:r>
      <w:proofErr w:type="spellEnd"/>
      <w:r w:rsidR="007A4D18" w:rsidRPr="007B0E54">
        <w:rPr>
          <w:sz w:val="28"/>
          <w:szCs w:val="28"/>
        </w:rPr>
        <w:t>/</w:t>
      </w:r>
      <w:proofErr w:type="spellStart"/>
      <w:r w:rsidR="007A4D18" w:rsidRPr="007B0E54">
        <w:rPr>
          <w:sz w:val="28"/>
          <w:szCs w:val="28"/>
        </w:rPr>
        <w:t>uni</w:t>
      </w:r>
      <w:proofErr w:type="spellEnd"/>
      <w:r w:rsidR="007A4D18" w:rsidRPr="007B0E54">
        <w:rPr>
          <w:sz w:val="28"/>
          <w:szCs w:val="28"/>
        </w:rPr>
        <w:t>-hemispheric sleep/learning through sleeping</w:t>
      </w:r>
      <w:r w:rsidRPr="007B0E54">
        <w:rPr>
          <w:sz w:val="28"/>
          <w:szCs w:val="28"/>
        </w:rPr>
        <w:t>/</w:t>
      </w:r>
    </w:p>
    <w:p w:rsidR="001E05EF" w:rsidRPr="007B0E54" w:rsidRDefault="001E05EF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t>Motivation and Emotion –Intrinsic, Extrinsic, Biological &amp; Psychological Needs (13)</w:t>
      </w:r>
    </w:p>
    <w:p w:rsidR="003F457A" w:rsidRPr="007B0E54" w:rsidRDefault="003F457A">
      <w:pPr>
        <w:rPr>
          <w:sz w:val="28"/>
          <w:szCs w:val="28"/>
        </w:rPr>
      </w:pPr>
      <w:r w:rsidRPr="007B0E54">
        <w:rPr>
          <w:sz w:val="28"/>
          <w:szCs w:val="28"/>
        </w:rPr>
        <w:t>What drives behavior?  How do human beings experience emotion?</w:t>
      </w:r>
    </w:p>
    <w:p w:rsidR="003F457A" w:rsidRPr="007B0E54" w:rsidRDefault="003F457A">
      <w:pPr>
        <w:rPr>
          <w:sz w:val="28"/>
          <w:szCs w:val="28"/>
        </w:rPr>
      </w:pPr>
      <w:r w:rsidRPr="007B0E54">
        <w:rPr>
          <w:sz w:val="28"/>
          <w:szCs w:val="28"/>
        </w:rPr>
        <w:t>Theories of motivation/Theories of emotion/biological needs/psychological needs/stimulus/drive/need/motive/instinct/obesity/cause</w:t>
      </w:r>
      <w:r w:rsidR="007B0E54" w:rsidRPr="007B0E54">
        <w:rPr>
          <w:sz w:val="28"/>
          <w:szCs w:val="28"/>
        </w:rPr>
        <w:t>s of obesity/effects of obesity</w:t>
      </w:r>
    </w:p>
    <w:p w:rsidR="001E05EF" w:rsidRPr="007B0E54" w:rsidRDefault="001E05EF">
      <w:pPr>
        <w:rPr>
          <w:b/>
          <w:sz w:val="28"/>
          <w:szCs w:val="28"/>
        </w:rPr>
      </w:pPr>
      <w:r w:rsidRPr="007B0E54">
        <w:rPr>
          <w:b/>
          <w:sz w:val="28"/>
          <w:szCs w:val="28"/>
        </w:rPr>
        <w:t>Memory –Three types, Encoding, Retrieval (7)</w:t>
      </w:r>
    </w:p>
    <w:p w:rsidR="003F457A" w:rsidRPr="007B0E54" w:rsidRDefault="003F457A">
      <w:pPr>
        <w:rPr>
          <w:sz w:val="28"/>
          <w:szCs w:val="28"/>
        </w:rPr>
      </w:pPr>
      <w:r w:rsidRPr="007B0E54">
        <w:rPr>
          <w:sz w:val="28"/>
          <w:szCs w:val="28"/>
        </w:rPr>
        <w:t>How does memory work?  Is memory accurate?  Why do we forget?</w:t>
      </w:r>
    </w:p>
    <w:p w:rsidR="003F457A" w:rsidRPr="007B0E54" w:rsidRDefault="00852CB1">
      <w:pPr>
        <w:rPr>
          <w:sz w:val="28"/>
          <w:szCs w:val="28"/>
        </w:rPr>
      </w:pPr>
      <w:r w:rsidRPr="007B0E54">
        <w:rPr>
          <w:sz w:val="28"/>
          <w:szCs w:val="28"/>
        </w:rPr>
        <w:t>Types of memories/stages of memories/encoding/storage/retrieval/decay/eidetic memory/icons/chunking/primacy-</w:t>
      </w:r>
      <w:proofErr w:type="spellStart"/>
      <w:r w:rsidRPr="007B0E54">
        <w:rPr>
          <w:sz w:val="28"/>
          <w:szCs w:val="28"/>
        </w:rPr>
        <w:t>recency</w:t>
      </w:r>
      <w:proofErr w:type="spellEnd"/>
      <w:r w:rsidRPr="007B0E54">
        <w:rPr>
          <w:sz w:val="28"/>
          <w:szCs w:val="28"/>
        </w:rPr>
        <w:t xml:space="preserve"> effect/amnesia-types of amnesia/repression/mnemonic devices/relearning</w:t>
      </w:r>
    </w:p>
    <w:sectPr w:rsidR="003F457A" w:rsidRPr="007B0E54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D2A"/>
    <w:rsid w:val="00064003"/>
    <w:rsid w:val="000708CB"/>
    <w:rsid w:val="00181575"/>
    <w:rsid w:val="001C1AAD"/>
    <w:rsid w:val="001E05EF"/>
    <w:rsid w:val="003F457A"/>
    <w:rsid w:val="00711A60"/>
    <w:rsid w:val="0074762B"/>
    <w:rsid w:val="00755A57"/>
    <w:rsid w:val="007A4D18"/>
    <w:rsid w:val="007B0E54"/>
    <w:rsid w:val="00830C20"/>
    <w:rsid w:val="00852CB1"/>
    <w:rsid w:val="00947329"/>
    <w:rsid w:val="009C5341"/>
    <w:rsid w:val="00A47D2A"/>
    <w:rsid w:val="00C4014B"/>
    <w:rsid w:val="00E0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1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BHS</dc:creator>
  <cp:keywords/>
  <dc:description/>
  <cp:lastModifiedBy>BHS</cp:lastModifiedBy>
  <cp:revision>2</cp:revision>
  <cp:lastPrinted>2011-12-14T21:01:00Z</cp:lastPrinted>
  <dcterms:created xsi:type="dcterms:W3CDTF">2011-12-14T21:28:00Z</dcterms:created>
  <dcterms:modified xsi:type="dcterms:W3CDTF">2011-12-14T21:28:00Z</dcterms:modified>
</cp:coreProperties>
</file>